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A56D74" w:rsidRDefault="00A56D74">
      <w:pPr>
        <w:rPr>
          <w:rFonts w:ascii="Arial" w:hAnsi="Arial" w:cs="Arial"/>
          <w:b/>
          <w:sz w:val="32"/>
        </w:rPr>
      </w:pPr>
      <w:r w:rsidRPr="00A56D74">
        <w:rPr>
          <w:rFonts w:ascii="Arial" w:hAnsi="Arial" w:cs="Arial"/>
          <w:b/>
          <w:sz w:val="32"/>
        </w:rPr>
        <w:t>Complète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3572"/>
      </w:tblGrid>
      <w:tr w:rsidR="00A56D74" w:rsidTr="00384472">
        <w:trPr>
          <w:trHeight w:val="841"/>
        </w:trPr>
        <w:tc>
          <w:tcPr>
            <w:tcW w:w="35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Default="00A56D74" w:rsidP="00A56D74">
            <w:pPr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  <w:tc>
          <w:tcPr>
            <w:tcW w:w="35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Pr="00A56D74" w:rsidRDefault="00A56D74" w:rsidP="00A56D74">
            <w:pPr>
              <w:jc w:val="center"/>
              <w:rPr>
                <w:rFonts w:ascii="Arial" w:hAnsi="Arial" w:cs="Arial"/>
                <w:sz w:val="40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</w:tr>
      <w:tr w:rsidR="00A56D74" w:rsidTr="00384472">
        <w:trPr>
          <w:trHeight w:val="2602"/>
        </w:trPr>
        <w:tc>
          <w:tcPr>
            <w:tcW w:w="35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 w:themeColor="accent1" w:themeShade="80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</w:tc>
        <w:tc>
          <w:tcPr>
            <w:tcW w:w="35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 w:themeColor="accent3" w:themeShade="BF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 w:themeColor="accent1" w:themeShade="80"/>
                <w:sz w:val="36"/>
              </w:rPr>
            </w:pP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 w:themeColor="accent3" w:themeShade="BF"/>
                <w:sz w:val="36"/>
              </w:rPr>
              <w:sym w:font="Wingdings" w:char="F06C"/>
            </w:r>
          </w:p>
        </w:tc>
      </w:tr>
      <w:tr w:rsidR="00A56D74" w:rsidRPr="00A56D74" w:rsidTr="00384472">
        <w:trPr>
          <w:trHeight w:val="841"/>
        </w:trPr>
        <w:tc>
          <w:tcPr>
            <w:tcW w:w="35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Default="00A56D74" w:rsidP="00A56D74">
            <w:pPr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  <w:tc>
          <w:tcPr>
            <w:tcW w:w="35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Pr="00A56D74" w:rsidRDefault="00A56D74" w:rsidP="00A56D74">
            <w:pPr>
              <w:jc w:val="center"/>
              <w:rPr>
                <w:rFonts w:ascii="Arial" w:hAnsi="Arial" w:cs="Arial"/>
                <w:sz w:val="40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</w:tr>
      <w:tr w:rsidR="00A56D74" w:rsidRPr="00A56D74" w:rsidTr="00384472">
        <w:trPr>
          <w:trHeight w:val="1426"/>
        </w:trPr>
        <w:tc>
          <w:tcPr>
            <w:tcW w:w="35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5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</w:p>
        </w:tc>
      </w:tr>
      <w:tr w:rsidR="00A56D74" w:rsidRPr="00A56D74" w:rsidTr="00384472">
        <w:trPr>
          <w:trHeight w:val="841"/>
        </w:trPr>
        <w:tc>
          <w:tcPr>
            <w:tcW w:w="35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Default="00A56D74" w:rsidP="00A56D74">
            <w:pPr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  <w:tc>
          <w:tcPr>
            <w:tcW w:w="35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Pr="00A56D74" w:rsidRDefault="00A56D74" w:rsidP="00A56D74">
            <w:pPr>
              <w:jc w:val="center"/>
              <w:rPr>
                <w:rFonts w:ascii="Arial" w:hAnsi="Arial" w:cs="Arial"/>
                <w:sz w:val="40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</w:tr>
      <w:tr w:rsidR="00A56D74" w:rsidRPr="00A56D74" w:rsidTr="00384472">
        <w:trPr>
          <w:trHeight w:val="2289"/>
        </w:trPr>
        <w:tc>
          <w:tcPr>
            <w:tcW w:w="35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</w:tc>
        <w:tc>
          <w:tcPr>
            <w:tcW w:w="357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262626" w:themeColor="text1" w:themeTint="D9"/>
                <w:sz w:val="28"/>
              </w:rPr>
            </w:pP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262626" w:themeColor="text1" w:themeTint="D9"/>
                <w:sz w:val="28"/>
              </w:rPr>
            </w:pP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262626" w:themeColor="text1" w:themeTint="D9"/>
                <w:sz w:val="28"/>
              </w:rPr>
            </w:pP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262626" w:themeColor="text1" w:themeTint="D9"/>
                <w:sz w:val="28"/>
              </w:rPr>
            </w:pP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 w:themeColor="text1" w:themeTint="D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</w:p>
        </w:tc>
      </w:tr>
    </w:tbl>
    <w:p w:rsidR="00A56D74" w:rsidRDefault="00A56D74" w:rsidP="00A56D74">
      <w:pPr>
        <w:rPr>
          <w:rFonts w:ascii="Arial" w:hAnsi="Arial" w:cs="Arial"/>
          <w:b/>
          <w:sz w:val="32"/>
        </w:rPr>
      </w:pPr>
    </w:p>
    <w:p w:rsidR="00A56D74" w:rsidRPr="00A56D74" w:rsidRDefault="00A56D74" w:rsidP="00A56D74">
      <w:pPr>
        <w:rPr>
          <w:rFonts w:ascii="Arial" w:hAnsi="Arial" w:cs="Arial"/>
          <w:b/>
          <w:sz w:val="32"/>
        </w:rPr>
      </w:pPr>
      <w:r w:rsidRPr="00A56D74">
        <w:rPr>
          <w:rFonts w:ascii="Arial" w:hAnsi="Arial" w:cs="Arial"/>
          <w:b/>
          <w:sz w:val="32"/>
        </w:rPr>
        <w:t>Complète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8"/>
        <w:gridCol w:w="3657"/>
      </w:tblGrid>
      <w:tr w:rsidR="00A56D74" w:rsidTr="00384472">
        <w:trPr>
          <w:trHeight w:val="846"/>
        </w:trPr>
        <w:tc>
          <w:tcPr>
            <w:tcW w:w="37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Default="00A56D74" w:rsidP="009B6B2B">
            <w:pPr>
              <w:jc w:val="center"/>
              <w:rPr>
                <w:rFonts w:ascii="Arial" w:hAnsi="Arial" w:cs="Arial"/>
                <w:sz w:val="28"/>
              </w:rPr>
            </w:pPr>
            <w:bookmarkStart w:id="0" w:name="_GoBack" w:colFirst="1" w:colLast="1"/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  <w:tc>
          <w:tcPr>
            <w:tcW w:w="37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Pr="00A56D74" w:rsidRDefault="00A56D74" w:rsidP="009B6B2B">
            <w:pPr>
              <w:jc w:val="center"/>
              <w:rPr>
                <w:rFonts w:ascii="Arial" w:hAnsi="Arial" w:cs="Arial"/>
                <w:sz w:val="40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</w:tr>
      <w:tr w:rsidR="00A56D74" w:rsidTr="00384472">
        <w:trPr>
          <w:trHeight w:val="2618"/>
        </w:trPr>
        <w:tc>
          <w:tcPr>
            <w:tcW w:w="37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</w:tc>
        <w:tc>
          <w:tcPr>
            <w:tcW w:w="37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/>
                <w:sz w:val="36"/>
              </w:rPr>
            </w:pP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/>
                <w:sz w:val="36"/>
              </w:rPr>
            </w:pP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/>
                <w:sz w:val="36"/>
              </w:rPr>
            </w:pP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/>
                <w:sz w:val="36"/>
              </w:rPr>
            </w:pP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/>
                <w:sz w:val="36"/>
              </w:rPr>
            </w:pP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7B7B7B"/>
                <w:sz w:val="36"/>
              </w:rPr>
            </w:pP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</w:p>
          <w:p w:rsidR="00A56D74" w:rsidRPr="00A56D74" w:rsidRDefault="00A56D74" w:rsidP="00A56D74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7B7B7B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7B7B7B"/>
                <w:sz w:val="36"/>
              </w:rPr>
              <w:sym w:font="Wingdings" w:char="F06C"/>
            </w:r>
          </w:p>
        </w:tc>
      </w:tr>
      <w:bookmarkEnd w:id="0"/>
      <w:tr w:rsidR="00A56D74" w:rsidRPr="00A56D74" w:rsidTr="00384472">
        <w:trPr>
          <w:trHeight w:val="846"/>
        </w:trPr>
        <w:tc>
          <w:tcPr>
            <w:tcW w:w="37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Default="00A56D74" w:rsidP="009B6B2B">
            <w:pPr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  <w:tc>
          <w:tcPr>
            <w:tcW w:w="37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Pr="00A56D74" w:rsidRDefault="00A56D74" w:rsidP="009B6B2B">
            <w:pPr>
              <w:jc w:val="center"/>
              <w:rPr>
                <w:rFonts w:ascii="Arial" w:hAnsi="Arial" w:cs="Arial"/>
                <w:sz w:val="40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</w:tr>
      <w:tr w:rsidR="00A56D74" w:rsidRPr="00A56D74" w:rsidTr="00384472">
        <w:trPr>
          <w:trHeight w:val="1434"/>
        </w:trPr>
        <w:tc>
          <w:tcPr>
            <w:tcW w:w="37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7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36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36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</w:p>
        </w:tc>
      </w:tr>
      <w:tr w:rsidR="00A56D74" w:rsidRPr="00A56D74" w:rsidTr="00384472">
        <w:trPr>
          <w:trHeight w:val="846"/>
        </w:trPr>
        <w:tc>
          <w:tcPr>
            <w:tcW w:w="37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Default="00A56D74" w:rsidP="009B6B2B">
            <w:pPr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  <w:tc>
          <w:tcPr>
            <w:tcW w:w="372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bottom"/>
          </w:tcPr>
          <w:p w:rsidR="00A56D74" w:rsidRPr="00A56D74" w:rsidRDefault="00A56D74" w:rsidP="009B6B2B">
            <w:pPr>
              <w:jc w:val="center"/>
              <w:rPr>
                <w:rFonts w:ascii="Arial" w:hAnsi="Arial" w:cs="Arial"/>
                <w:sz w:val="40"/>
              </w:rPr>
            </w:pPr>
            <w:r w:rsidRPr="00A56D74">
              <w:rPr>
                <w:rFonts w:ascii="Arial" w:hAnsi="Arial" w:cs="Arial"/>
                <w:sz w:val="40"/>
              </w:rPr>
              <w:t>… x … = …</w:t>
            </w:r>
          </w:p>
        </w:tc>
      </w:tr>
      <w:tr w:rsidR="00A56D74" w:rsidRPr="00A56D74" w:rsidTr="00384472">
        <w:trPr>
          <w:trHeight w:val="2303"/>
        </w:trPr>
        <w:tc>
          <w:tcPr>
            <w:tcW w:w="37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  <w:p w:rsid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sz w:val="28"/>
              </w:rPr>
            </w:pP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1F4E79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1F4E79"/>
                <w:sz w:val="28"/>
              </w:rPr>
              <w:sym w:font="Wingdings" w:char="F06C"/>
            </w:r>
          </w:p>
        </w:tc>
        <w:tc>
          <w:tcPr>
            <w:tcW w:w="372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262626"/>
                <w:sz w:val="28"/>
              </w:rPr>
            </w:pP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262626"/>
                <w:sz w:val="28"/>
              </w:rPr>
            </w:pP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262626"/>
                <w:sz w:val="28"/>
              </w:rPr>
            </w:pP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262626"/>
                <w:sz w:val="28"/>
              </w:rPr>
            </w:pP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  <w:r w:rsidRPr="00A56D74">
              <w:rPr>
                <w:rFonts w:ascii="Arial" w:hAnsi="Arial" w:cs="Arial"/>
                <w:color w:val="262626"/>
                <w:sz w:val="28"/>
              </w:rPr>
              <w:t xml:space="preserve"> </w:t>
            </w:r>
            <w:r w:rsidRPr="00A56D74">
              <w:rPr>
                <w:rFonts w:ascii="Arial" w:hAnsi="Arial" w:cs="Arial"/>
                <w:color w:val="262626"/>
                <w:sz w:val="28"/>
              </w:rPr>
              <w:sym w:font="Wingdings" w:char="F06C"/>
            </w:r>
          </w:p>
          <w:p w:rsidR="00A56D74" w:rsidRPr="00A56D74" w:rsidRDefault="00A56D74" w:rsidP="009B6B2B">
            <w:pPr>
              <w:spacing w:after="0" w:line="240" w:lineRule="auto"/>
              <w:jc w:val="center"/>
              <w:rPr>
                <w:rFonts w:ascii="Arial" w:hAnsi="Arial" w:cs="Arial"/>
                <w:color w:val="1F4E79"/>
                <w:sz w:val="36"/>
              </w:rPr>
            </w:pPr>
          </w:p>
        </w:tc>
      </w:tr>
    </w:tbl>
    <w:p w:rsidR="00A56D74" w:rsidRPr="007E024D" w:rsidRDefault="00A56D74" w:rsidP="00A56D74">
      <w:pPr>
        <w:rPr>
          <w:rFonts w:ascii="Arial" w:hAnsi="Arial" w:cs="Arial"/>
          <w:sz w:val="28"/>
        </w:rPr>
      </w:pPr>
    </w:p>
    <w:sectPr w:rsidR="00A56D74" w:rsidRPr="007E024D" w:rsidSect="00A56D7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D74"/>
    <w:rsid w:val="001D645B"/>
    <w:rsid w:val="00384472"/>
    <w:rsid w:val="005175A3"/>
    <w:rsid w:val="005F7238"/>
    <w:rsid w:val="007E024D"/>
    <w:rsid w:val="00A5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59F518-F085-4887-B5F8-B5D775904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56D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6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2017-01-25T16:59:00Z</dcterms:created>
  <dcterms:modified xsi:type="dcterms:W3CDTF">2017-08-01T13:06:00Z</dcterms:modified>
</cp:coreProperties>
</file>